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C1BD752" w14:textId="77777777" w:rsidTr="00987DB5">
        <w:tc>
          <w:tcPr>
            <w:tcW w:w="9498" w:type="dxa"/>
          </w:tcPr>
          <w:p w14:paraId="3C1BD74D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C1BD76A" wp14:editId="3C1BD76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1BD74E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3C1BD74F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3C1BD750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3C1BD75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C1BD753" w14:textId="2224B3E2" w:rsidR="00AE5C63" w:rsidRPr="002B4CE9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2B4CE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2B4CE9" w:rsidRPr="002B4CE9">
            <w:rPr>
              <w:rFonts w:ascii="Times New Roman" w:hAnsi="Times New Roman"/>
              <w:sz w:val="28"/>
              <w:szCs w:val="28"/>
            </w:rPr>
            <w:t>19 ноября 2025 года</w:t>
          </w:r>
        </w:sdtContent>
      </w:sdt>
      <w:r w:rsidRPr="002B4CE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2B4CE9" w:rsidRPr="002B4CE9">
            <w:rPr>
              <w:rFonts w:ascii="Times New Roman" w:hAnsi="Times New Roman"/>
              <w:sz w:val="28"/>
              <w:szCs w:val="28"/>
            </w:rPr>
            <w:t>212</w:t>
          </w:r>
        </w:sdtContent>
      </w:sdt>
    </w:p>
    <w:bookmarkEnd w:id="0"/>
    <w:p w14:paraId="3C1BD754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B74109E" w14:textId="77777777" w:rsidR="004A2462" w:rsidRDefault="004A2462" w:rsidP="003607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11E3">
        <w:rPr>
          <w:rFonts w:ascii="Times New Roman" w:hAnsi="Times New Roman"/>
          <w:b/>
          <w:sz w:val="28"/>
          <w:szCs w:val="28"/>
        </w:rPr>
        <w:t>Об утверждении состава рабочей группы</w:t>
      </w:r>
      <w:r w:rsidRPr="00525C2E">
        <w:rPr>
          <w:rFonts w:ascii="Times New Roman" w:hAnsi="Times New Roman"/>
          <w:b/>
          <w:sz w:val="28"/>
          <w:szCs w:val="28"/>
        </w:rPr>
        <w:t xml:space="preserve"> по оценке </w:t>
      </w:r>
      <w:r w:rsidRPr="00525C2E">
        <w:rPr>
          <w:rFonts w:ascii="Times New Roman" w:hAnsi="Times New Roman"/>
          <w:b/>
          <w:sz w:val="28"/>
          <w:szCs w:val="28"/>
        </w:rPr>
        <w:br/>
        <w:t>регулирующего воздействия проектов нормативных правовых актов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F63048">
        <w:rPr>
          <w:rFonts w:ascii="Times New Roman" w:hAnsi="Times New Roman"/>
          <w:b/>
          <w:sz w:val="28"/>
          <w:szCs w:val="28"/>
        </w:rPr>
        <w:t>оценки фа</w:t>
      </w:r>
      <w:r>
        <w:rPr>
          <w:rFonts w:ascii="Times New Roman" w:hAnsi="Times New Roman"/>
          <w:b/>
          <w:sz w:val="28"/>
          <w:szCs w:val="28"/>
        </w:rPr>
        <w:t xml:space="preserve">ктического воздействия </w:t>
      </w:r>
      <w:r w:rsidRPr="00F63048">
        <w:rPr>
          <w:rFonts w:ascii="Times New Roman" w:hAnsi="Times New Roman"/>
          <w:b/>
          <w:sz w:val="28"/>
          <w:szCs w:val="28"/>
        </w:rPr>
        <w:t xml:space="preserve">нормативных правовых актов муниципального образования Ногликский муниципальный округ Сахалинской области и экспертизы нормативных правовых актов </w:t>
      </w:r>
      <w:r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Pr="00F63048">
        <w:rPr>
          <w:rFonts w:ascii="Times New Roman" w:hAnsi="Times New Roman"/>
          <w:b/>
          <w:sz w:val="28"/>
          <w:szCs w:val="28"/>
        </w:rPr>
        <w:t xml:space="preserve">Ногликский муниципальный округ </w:t>
      </w:r>
    </w:p>
    <w:p w14:paraId="3C1BD755" w14:textId="3EAE5584" w:rsidR="00AE5C63" w:rsidRPr="008276D6" w:rsidRDefault="004A2462" w:rsidP="003607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63048">
        <w:rPr>
          <w:rFonts w:ascii="Times New Roman" w:hAnsi="Times New Roman"/>
          <w:b/>
          <w:sz w:val="28"/>
          <w:szCs w:val="28"/>
        </w:rPr>
        <w:t>Сахалинской области</w:t>
      </w:r>
    </w:p>
    <w:p w14:paraId="3C1BD756" w14:textId="77777777" w:rsidR="00185FEC" w:rsidRDefault="00185FEC" w:rsidP="003607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53B1DD6" w14:textId="2258B6D8" w:rsidR="004A2462" w:rsidRPr="00B056CC" w:rsidRDefault="004A2462" w:rsidP="003607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56CC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>Порядком</w:t>
      </w:r>
      <w:r w:rsidRPr="00C46CBB">
        <w:rPr>
          <w:rFonts w:ascii="Times New Roman" w:hAnsi="Times New Roman"/>
          <w:sz w:val="28"/>
          <w:szCs w:val="28"/>
        </w:rPr>
        <w:t xml:space="preserve"> проведения оценки регулирующего воздействия, о</w:t>
      </w:r>
      <w:r>
        <w:rPr>
          <w:rFonts w:ascii="Times New Roman" w:hAnsi="Times New Roman"/>
          <w:sz w:val="28"/>
          <w:szCs w:val="28"/>
        </w:rPr>
        <w:t xml:space="preserve">ценки фактического воздействия </w:t>
      </w:r>
      <w:r w:rsidRPr="00C46CBB">
        <w:rPr>
          <w:rFonts w:ascii="Times New Roman" w:hAnsi="Times New Roman"/>
          <w:sz w:val="28"/>
          <w:szCs w:val="28"/>
        </w:rPr>
        <w:t xml:space="preserve">проектов нормативных правовых актов муниципального </w:t>
      </w:r>
      <w:r>
        <w:rPr>
          <w:rFonts w:ascii="Times New Roman" w:hAnsi="Times New Roman"/>
          <w:sz w:val="28"/>
          <w:szCs w:val="28"/>
        </w:rPr>
        <w:t xml:space="preserve">образования </w:t>
      </w:r>
      <w:r w:rsidRPr="00C46CBB">
        <w:rPr>
          <w:rFonts w:ascii="Times New Roman" w:hAnsi="Times New Roman"/>
          <w:sz w:val="28"/>
          <w:szCs w:val="28"/>
        </w:rPr>
        <w:t>Ногликский муниципал</w:t>
      </w:r>
      <w:r>
        <w:rPr>
          <w:rFonts w:ascii="Times New Roman" w:hAnsi="Times New Roman"/>
          <w:sz w:val="28"/>
          <w:szCs w:val="28"/>
        </w:rPr>
        <w:t xml:space="preserve">ьный округ Сахалинской области </w:t>
      </w:r>
      <w:r w:rsidRPr="00C46CBB">
        <w:rPr>
          <w:rFonts w:ascii="Times New Roman" w:hAnsi="Times New Roman"/>
          <w:sz w:val="28"/>
          <w:szCs w:val="28"/>
        </w:rPr>
        <w:t>и экспертизы нормативных правовых актов муниципального образования Ногликский муниципальный округ Сахалинской области</w:t>
      </w:r>
      <w:r w:rsidRPr="00B056CC">
        <w:rPr>
          <w:rFonts w:ascii="Times New Roman" w:hAnsi="Times New Roman"/>
          <w:sz w:val="28"/>
          <w:szCs w:val="28"/>
        </w:rPr>
        <w:t xml:space="preserve">, утвержденным постановлением администрации муниципального образования </w:t>
      </w:r>
      <w:r w:rsidRPr="00C46CBB">
        <w:rPr>
          <w:rFonts w:ascii="Times New Roman" w:hAnsi="Times New Roman"/>
          <w:sz w:val="28"/>
          <w:szCs w:val="28"/>
        </w:rPr>
        <w:t>Ногликский муниципал</w:t>
      </w:r>
      <w:r>
        <w:rPr>
          <w:rFonts w:ascii="Times New Roman" w:hAnsi="Times New Roman"/>
          <w:sz w:val="28"/>
          <w:szCs w:val="28"/>
        </w:rPr>
        <w:t>ьный округ Сахалинской области от 24.10.2025 № 726</w:t>
      </w:r>
      <w:r w:rsidR="001E2AE8" w:rsidRPr="001E2AE8">
        <w:rPr>
          <w:rFonts w:ascii="Times New Roman" w:hAnsi="Times New Roman"/>
          <w:sz w:val="28"/>
          <w:szCs w:val="28"/>
        </w:rPr>
        <w:t xml:space="preserve"> </w:t>
      </w:r>
      <w:r w:rsidR="001E2AE8">
        <w:rPr>
          <w:rFonts w:ascii="Times New Roman" w:hAnsi="Times New Roman"/>
          <w:sz w:val="28"/>
          <w:szCs w:val="28"/>
        </w:rPr>
        <w:t>«</w:t>
      </w:r>
      <w:r w:rsidR="001E2AE8" w:rsidRPr="001E2AE8">
        <w:rPr>
          <w:rFonts w:ascii="Times New Roman" w:hAnsi="Times New Roman"/>
          <w:sz w:val="28"/>
          <w:szCs w:val="28"/>
        </w:rPr>
        <w:t>Об утверждении порядка проведения оценки регулирующего воздействия, оценки фактического воздействия проектов нормативных правовых а</w:t>
      </w:r>
      <w:r w:rsidR="001E2AE8">
        <w:rPr>
          <w:rFonts w:ascii="Times New Roman" w:hAnsi="Times New Roman"/>
          <w:sz w:val="28"/>
          <w:szCs w:val="28"/>
        </w:rPr>
        <w:t>ктов муниципального образования</w:t>
      </w:r>
      <w:r w:rsidR="001E2AE8" w:rsidRPr="001E2AE8">
        <w:rPr>
          <w:rFonts w:ascii="Times New Roman" w:hAnsi="Times New Roman"/>
          <w:sz w:val="28"/>
          <w:szCs w:val="28"/>
        </w:rPr>
        <w:t xml:space="preserve"> Ногликский муниципальный округ Сахалинской области </w:t>
      </w:r>
      <w:r w:rsidR="00360797">
        <w:rPr>
          <w:rFonts w:ascii="Times New Roman" w:hAnsi="Times New Roman"/>
          <w:sz w:val="28"/>
          <w:szCs w:val="28"/>
        </w:rPr>
        <w:br/>
      </w:r>
      <w:r w:rsidR="001E2AE8" w:rsidRPr="001E2AE8">
        <w:rPr>
          <w:rFonts w:ascii="Times New Roman" w:hAnsi="Times New Roman"/>
          <w:sz w:val="28"/>
          <w:szCs w:val="28"/>
        </w:rPr>
        <w:t>и экспертизы нормативных правовых актов муниципального образования Ногликский муниципальный округ Сахалинской области</w:t>
      </w:r>
      <w:r w:rsidR="001E2AE8">
        <w:rPr>
          <w:rFonts w:ascii="Times New Roman" w:hAnsi="Times New Roman"/>
          <w:sz w:val="28"/>
          <w:szCs w:val="28"/>
        </w:rPr>
        <w:t>»</w:t>
      </w:r>
      <w:r w:rsidRPr="00B056C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r w:rsidR="0036079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ст. 28 У</w:t>
      </w:r>
      <w:r w:rsidRPr="00B056CC">
        <w:rPr>
          <w:rFonts w:ascii="Times New Roman" w:hAnsi="Times New Roman"/>
          <w:sz w:val="28"/>
          <w:szCs w:val="28"/>
        </w:rPr>
        <w:t xml:space="preserve">става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B056CC">
        <w:rPr>
          <w:rFonts w:ascii="Times New Roman" w:hAnsi="Times New Roman"/>
          <w:sz w:val="28"/>
          <w:szCs w:val="28"/>
        </w:rPr>
        <w:t xml:space="preserve">, </w:t>
      </w:r>
      <w:r w:rsidRPr="00B056CC">
        <w:rPr>
          <w:rFonts w:ascii="Times New Roman" w:hAnsi="Times New Roman"/>
          <w:b/>
          <w:sz w:val="28"/>
          <w:szCs w:val="28"/>
        </w:rPr>
        <w:t>ПОСТАНОВЛЯЮ:</w:t>
      </w:r>
    </w:p>
    <w:p w14:paraId="57F4813E" w14:textId="406B4CCB" w:rsidR="004A2462" w:rsidRDefault="004A2462" w:rsidP="00360797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5D6BC6">
        <w:rPr>
          <w:rFonts w:ascii="Times New Roman" w:hAnsi="Times New Roman"/>
          <w:sz w:val="28"/>
          <w:szCs w:val="28"/>
        </w:rPr>
        <w:t>Утвердить состав рабочей группы</w:t>
      </w:r>
      <w:r w:rsidRPr="002862BF">
        <w:rPr>
          <w:rFonts w:ascii="Times New Roman" w:hAnsi="Times New Roman"/>
          <w:sz w:val="28"/>
          <w:szCs w:val="28"/>
        </w:rPr>
        <w:t xml:space="preserve"> по оценке </w:t>
      </w:r>
      <w:r w:rsidRPr="002862BF">
        <w:rPr>
          <w:rFonts w:ascii="Times New Roman" w:hAnsi="Times New Roman"/>
          <w:sz w:val="28"/>
          <w:szCs w:val="28"/>
        </w:rPr>
        <w:br/>
        <w:t xml:space="preserve">регулирующего воздействия проектов нормативных правовых актов, оценки фактического воздействия нормативных правовых актов муниципального образования Ногликский муниципальный округ Сахалинской области </w:t>
      </w:r>
      <w:r w:rsidR="00360797">
        <w:rPr>
          <w:rFonts w:ascii="Times New Roman" w:hAnsi="Times New Roman"/>
          <w:sz w:val="28"/>
          <w:szCs w:val="28"/>
        </w:rPr>
        <w:br/>
      </w:r>
      <w:r w:rsidRPr="002862BF">
        <w:rPr>
          <w:rFonts w:ascii="Times New Roman" w:hAnsi="Times New Roman"/>
          <w:sz w:val="28"/>
          <w:szCs w:val="28"/>
        </w:rPr>
        <w:t>и экспертизы нормативных правовых актов муниципального образования Ногликский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 xml:space="preserve"> (прилагается).</w:t>
      </w:r>
    </w:p>
    <w:p w14:paraId="5A0F13F2" w14:textId="27F4D98B" w:rsidR="004A2462" w:rsidRDefault="004A2462" w:rsidP="00360797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Признать утратившим силу постановление мэра муниципального образования «Городской округ Ногликский» </w:t>
      </w:r>
      <w:r w:rsidRPr="00B17128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07.06.2023 № 170</w:t>
      </w:r>
      <w:r w:rsidRPr="00B17128">
        <w:rPr>
          <w:rFonts w:ascii="Times New Roman" w:hAnsi="Times New Roman"/>
          <w:sz w:val="28"/>
          <w:szCs w:val="28"/>
        </w:rPr>
        <w:t xml:space="preserve"> </w:t>
      </w:r>
      <w:r w:rsidR="00360797">
        <w:rPr>
          <w:rFonts w:ascii="Times New Roman" w:hAnsi="Times New Roman"/>
          <w:sz w:val="28"/>
          <w:szCs w:val="28"/>
        </w:rPr>
        <w:br/>
      </w:r>
      <w:r w:rsidRPr="00B17128">
        <w:rPr>
          <w:rFonts w:ascii="Times New Roman" w:hAnsi="Times New Roman"/>
          <w:sz w:val="28"/>
          <w:szCs w:val="28"/>
        </w:rPr>
        <w:t>«</w:t>
      </w:r>
      <w:r w:rsidRPr="00004F2A">
        <w:rPr>
          <w:rFonts w:ascii="Times New Roman" w:hAnsi="Times New Roman"/>
          <w:sz w:val="28"/>
          <w:szCs w:val="28"/>
        </w:rPr>
        <w:t xml:space="preserve">Об утверждении состава рабочей </w:t>
      </w:r>
      <w:r>
        <w:rPr>
          <w:rFonts w:ascii="Times New Roman" w:hAnsi="Times New Roman"/>
          <w:sz w:val="28"/>
          <w:szCs w:val="28"/>
        </w:rPr>
        <w:t xml:space="preserve">группы по оценке регулирующего </w:t>
      </w:r>
      <w:r w:rsidRPr="00004F2A">
        <w:rPr>
          <w:rFonts w:ascii="Times New Roman" w:hAnsi="Times New Roman"/>
          <w:sz w:val="28"/>
          <w:szCs w:val="28"/>
        </w:rPr>
        <w:t>воздействия проектов нормативн</w:t>
      </w:r>
      <w:r>
        <w:rPr>
          <w:rFonts w:ascii="Times New Roman" w:hAnsi="Times New Roman"/>
          <w:sz w:val="28"/>
          <w:szCs w:val="28"/>
        </w:rPr>
        <w:t xml:space="preserve">ых правовых актов и экспертизе </w:t>
      </w:r>
      <w:r w:rsidRPr="00004F2A">
        <w:rPr>
          <w:rFonts w:ascii="Times New Roman" w:hAnsi="Times New Roman"/>
          <w:sz w:val="28"/>
          <w:szCs w:val="28"/>
        </w:rPr>
        <w:t>нормативных правовых ак</w:t>
      </w:r>
      <w:r>
        <w:rPr>
          <w:rFonts w:ascii="Times New Roman" w:hAnsi="Times New Roman"/>
          <w:sz w:val="28"/>
          <w:szCs w:val="28"/>
        </w:rPr>
        <w:t>тов муниципального образования «Городской округ Ногликский</w:t>
      </w:r>
      <w:r w:rsidRPr="00B1712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0F7CFE63" w14:textId="77777777" w:rsidR="004A2462" w:rsidRDefault="004A2462" w:rsidP="003607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056C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Р</w:t>
      </w:r>
      <w:r w:rsidRPr="00C4405E">
        <w:rPr>
          <w:rFonts w:ascii="Times New Roman" w:hAnsi="Times New Roman"/>
          <w:sz w:val="28"/>
          <w:szCs w:val="28"/>
        </w:rPr>
        <w:t xml:space="preserve">азместить на официальном сайте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C4405E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3C1BD757" w14:textId="7752B40F" w:rsidR="00E609BC" w:rsidRPr="00D12794" w:rsidRDefault="004A2462" w:rsidP="003607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9F21CC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="00360797">
        <w:rPr>
          <w:rFonts w:ascii="Times New Roman" w:hAnsi="Times New Roman"/>
          <w:sz w:val="28"/>
          <w:szCs w:val="28"/>
        </w:rPr>
        <w:br/>
      </w:r>
      <w:r w:rsidRPr="009F21CC">
        <w:rPr>
          <w:rFonts w:ascii="Times New Roman" w:hAnsi="Times New Roman"/>
          <w:sz w:val="28"/>
          <w:szCs w:val="28"/>
        </w:rPr>
        <w:t xml:space="preserve">на первого вице-мэра муниципального образования </w:t>
      </w:r>
      <w:r w:rsidRPr="002862BF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9F21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Блидченко Л.А.</w:t>
      </w:r>
    </w:p>
    <w:p w14:paraId="3C1BD758" w14:textId="77777777" w:rsidR="00E609BC" w:rsidRPr="00D12794" w:rsidRDefault="00E609BC" w:rsidP="003607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C1BD759" w14:textId="1390FBC3" w:rsidR="00E609BC" w:rsidRDefault="00E609BC" w:rsidP="003607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C172CB3" w14:textId="77777777" w:rsidR="005F48C3" w:rsidRPr="00D12794" w:rsidRDefault="005F48C3" w:rsidP="003607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1DF3A11" w14:textId="77777777" w:rsidR="00360797" w:rsidRDefault="00360797" w:rsidP="003607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BC38C19" w14:textId="77777777" w:rsidR="00360797" w:rsidRPr="008629FA" w:rsidRDefault="00360797" w:rsidP="003607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3C1BD760" w14:textId="37E2608B" w:rsidR="008629FA" w:rsidRPr="00D12794" w:rsidRDefault="00360797" w:rsidP="003607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                                                                              С.В. Гурьянов</w:t>
      </w:r>
    </w:p>
    <w:sectPr w:rsidR="008629FA" w:rsidRPr="00D12794" w:rsidSect="00360797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1BD76E" w14:textId="77777777"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14:paraId="3C1BD76F" w14:textId="77777777"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1BD76C" w14:textId="77777777"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14:paraId="3C1BD76D" w14:textId="77777777"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9146060"/>
      <w:docPartObj>
        <w:docPartGallery w:val="Page Numbers (Top of Page)"/>
        <w:docPartUnique/>
      </w:docPartObj>
    </w:sdtPr>
    <w:sdtEndPr/>
    <w:sdtContent>
      <w:p w14:paraId="52889930" w14:textId="620C0D6C" w:rsidR="00360797" w:rsidRDefault="0036079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CE9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1369"/>
    <w:rsid w:val="00185FEC"/>
    <w:rsid w:val="001E1F9F"/>
    <w:rsid w:val="001E2AE8"/>
    <w:rsid w:val="001E4001"/>
    <w:rsid w:val="002B4CE9"/>
    <w:rsid w:val="002E5832"/>
    <w:rsid w:val="00360797"/>
    <w:rsid w:val="00364F8F"/>
    <w:rsid w:val="004A2462"/>
    <w:rsid w:val="00520CBF"/>
    <w:rsid w:val="005F48C3"/>
    <w:rsid w:val="007622F4"/>
    <w:rsid w:val="008276D6"/>
    <w:rsid w:val="00830E2F"/>
    <w:rsid w:val="008629FA"/>
    <w:rsid w:val="008E3B04"/>
    <w:rsid w:val="00987DB5"/>
    <w:rsid w:val="00A90706"/>
    <w:rsid w:val="00AC72C8"/>
    <w:rsid w:val="00AE5C63"/>
    <w:rsid w:val="00B10ED9"/>
    <w:rsid w:val="00B25688"/>
    <w:rsid w:val="00C0234D"/>
    <w:rsid w:val="00C02849"/>
    <w:rsid w:val="00D12794"/>
    <w:rsid w:val="00D67BD8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BD74D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2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D5222"/>
    <w:rsid w:val="001F64FA"/>
    <w:rsid w:val="003B16D3"/>
    <w:rsid w:val="004B4044"/>
    <w:rsid w:val="00852E81"/>
    <w:rsid w:val="008C678B"/>
    <w:rsid w:val="00C95804"/>
    <w:rsid w:val="00CF735B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F64FA"/>
    <w:rPr>
      <w:rFonts w:ascii="Calibri" w:eastAsia="Calibri" w:hAnsi="Calibri" w:cs="Times New Roman"/>
      <w:lang w:eastAsia="en-US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2D56FF0250034A218C54BC225ABDF371">
    <w:name w:val="2D56FF0250034A218C54BC225ABDF371"/>
    <w:rsid w:val="003B16D3"/>
  </w:style>
  <w:style w:type="paragraph" w:customStyle="1" w:styleId="5A1B976EA28240D28616F1D21BA2B4CA">
    <w:name w:val="5A1B976EA28240D28616F1D21BA2B4CA"/>
    <w:rsid w:val="003B16D3"/>
  </w:style>
  <w:style w:type="paragraph" w:customStyle="1" w:styleId="13EF83C9F18F4B6285583DF8E3F54B77">
    <w:name w:val="13EF83C9F18F4B6285583DF8E3F54B77"/>
    <w:rsid w:val="003B1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Семибратова</cp:lastModifiedBy>
  <cp:revision>3</cp:revision>
  <dcterms:created xsi:type="dcterms:W3CDTF">2025-11-19T04:56:00Z</dcterms:created>
  <dcterms:modified xsi:type="dcterms:W3CDTF">2025-11-19T04:59:00Z</dcterms:modified>
</cp:coreProperties>
</file>